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B1DD2D" w14:textId="77777777" w:rsidR="000F13EC" w:rsidRDefault="000F13EC"/>
    <w:p w14:paraId="397EEF46" w14:textId="77777777" w:rsidR="000F13EC" w:rsidRDefault="000F13EC"/>
    <w:p w14:paraId="55AE27CC" w14:textId="77777777" w:rsidR="000F13EC" w:rsidRDefault="000F13EC"/>
    <w:p w14:paraId="315CD0D4" w14:textId="51168021" w:rsidR="000F13EC" w:rsidRDefault="007B7EAD">
      <w:r>
        <w:tab/>
      </w:r>
    </w:p>
    <w:p w14:paraId="50C42527" w14:textId="77777777" w:rsidR="000F13EC" w:rsidRDefault="000F13EC"/>
    <w:p w14:paraId="5458C1EE" w14:textId="74CEBA00" w:rsidR="000F13EC" w:rsidRDefault="001510C2" w:rsidP="008C58BA">
      <w:pPr>
        <w:widowControl w:val="0"/>
        <w:autoSpaceDE w:val="0"/>
        <w:autoSpaceDN w:val="0"/>
        <w:adjustRightInd w:val="0"/>
        <w:spacing w:line="240" w:lineRule="auto"/>
        <w:ind w:right="88"/>
        <w:jc w:val="both"/>
        <w:rPr>
          <w:rFonts w:ascii="Liberation Sans" w:hAnsi="Liberation Sans" w:cs="Liberation Sans"/>
          <w:color w:val="000000"/>
          <w:szCs w:val="20"/>
        </w:rPr>
      </w:pPr>
      <w:bookmarkStart w:id="0" w:name="_Hlk166589383"/>
      <w:r w:rsidRPr="001510C2">
        <w:rPr>
          <w:rFonts w:ascii="Liberation Sans" w:hAnsi="Liberation Sans" w:cs="Liberation Sans"/>
          <w:b/>
          <w:sz w:val="32"/>
          <w:szCs w:val="32"/>
        </w:rPr>
        <w:t>Déclaration sur l’honneur concernant les obligations prévues dans le règlement (UE) n°2022/576 du Conseil du 8 avril 2022 modifiant le règlement (UE) no 833/2014 concernant des mesures restrictives eu égard aux actions de la Russie déstabilisant la situation en Ukraine</w:t>
      </w:r>
    </w:p>
    <w:bookmarkEnd w:id="0"/>
    <w:p w14:paraId="0B71C71C" w14:textId="26F02E67" w:rsidR="001510C2" w:rsidRDefault="001510C2" w:rsidP="00941B52">
      <w:pPr>
        <w:tabs>
          <w:tab w:val="left" w:pos="3402"/>
          <w:tab w:val="left" w:pos="6237"/>
          <w:tab w:val="left" w:pos="7797"/>
        </w:tabs>
        <w:suppressAutoHyphens/>
        <w:spacing w:line="240" w:lineRule="auto"/>
        <w:ind w:left="3686"/>
        <w:jc w:val="center"/>
        <w:rPr>
          <w:rFonts w:ascii="Liberation Sans" w:hAnsi="Liberation Sans" w:cs="Liberation Sans"/>
          <w:szCs w:val="20"/>
        </w:rPr>
      </w:pPr>
    </w:p>
    <w:p w14:paraId="72D30BA7" w14:textId="2572E8BA" w:rsidR="00BC1CC5" w:rsidRDefault="00BC1CC5" w:rsidP="008C58BA">
      <w:pPr>
        <w:rPr>
          <w:rFonts w:ascii="Liberation Sans" w:hAnsi="Liberation Sans" w:cs="Liberation Sans"/>
          <w:szCs w:val="20"/>
        </w:rPr>
      </w:pPr>
    </w:p>
    <w:p w14:paraId="3F24C354" w14:textId="77777777" w:rsidR="00BC1CC5" w:rsidRPr="00BC1CC5" w:rsidRDefault="00BC1CC5" w:rsidP="00BC1CC5">
      <w:pPr>
        <w:rPr>
          <w:rFonts w:ascii="Liberation Sans" w:hAnsi="Liberation Sans" w:cs="Liberation Sans"/>
          <w:szCs w:val="20"/>
        </w:rPr>
      </w:pPr>
    </w:p>
    <w:p w14:paraId="03F44881" w14:textId="3CC888B8" w:rsidR="007C5234" w:rsidRDefault="00BC1CC5" w:rsidP="007C5234">
      <w:pPr>
        <w:widowControl w:val="0"/>
        <w:tabs>
          <w:tab w:val="left" w:pos="392"/>
        </w:tabs>
        <w:autoSpaceDE w:val="0"/>
        <w:autoSpaceDN w:val="0"/>
        <w:adjustRightInd w:val="0"/>
        <w:spacing w:line="240" w:lineRule="auto"/>
        <w:ind w:left="117" w:right="107"/>
        <w:jc w:val="both"/>
        <w:rPr>
          <w:rFonts w:ascii="Arial" w:hAnsi="Arial" w:cs="Arial"/>
          <w:sz w:val="24"/>
        </w:rPr>
      </w:pPr>
      <w:r w:rsidRPr="00BC1CC5">
        <w:rPr>
          <w:rFonts w:ascii="Liberation Sans" w:hAnsi="Liberation Sans" w:cs="Liberation Sans"/>
          <w:szCs w:val="20"/>
        </w:rPr>
        <w:t xml:space="preserve">« Je déclare sur l'honneur qu'il n'y a pas d'implication russe dans le dossier de candidature de la société (ou le groupement) que je représente dans le cadre de la consultation </w:t>
      </w:r>
      <w:r w:rsidR="00E270AA" w:rsidRPr="000F5AE7">
        <w:rPr>
          <w:rFonts w:ascii="Liberation Sans" w:hAnsi="Liberation Sans" w:cs="Liberation Sans"/>
          <w:szCs w:val="20"/>
        </w:rPr>
        <w:t>202</w:t>
      </w:r>
      <w:r w:rsidR="007C5234">
        <w:rPr>
          <w:rFonts w:ascii="Liberation Sans" w:hAnsi="Liberation Sans" w:cs="Liberation Sans"/>
          <w:szCs w:val="20"/>
        </w:rPr>
        <w:t>5</w:t>
      </w:r>
      <w:r w:rsidR="00E270AA" w:rsidRPr="000F5AE7">
        <w:rPr>
          <w:rFonts w:ascii="Liberation Sans" w:hAnsi="Liberation Sans" w:cs="Liberation Sans"/>
          <w:szCs w:val="20"/>
        </w:rPr>
        <w:t>-</w:t>
      </w:r>
      <w:r w:rsidR="005D7128">
        <w:rPr>
          <w:rFonts w:ascii="Liberation Sans" w:hAnsi="Liberation Sans" w:cs="Liberation Sans"/>
          <w:szCs w:val="20"/>
        </w:rPr>
        <w:t>CRNA</w:t>
      </w:r>
      <w:r w:rsidR="0043161F">
        <w:rPr>
          <w:rFonts w:ascii="Liberation Sans" w:hAnsi="Liberation Sans" w:cs="Liberation Sans"/>
          <w:szCs w:val="20"/>
        </w:rPr>
        <w:t>O</w:t>
      </w:r>
      <w:r w:rsidR="00E270AA" w:rsidRPr="000F5AE7">
        <w:rPr>
          <w:rFonts w:ascii="Liberation Sans" w:hAnsi="Liberation Sans" w:cs="Liberation Sans"/>
          <w:szCs w:val="20"/>
        </w:rPr>
        <w:t>-</w:t>
      </w:r>
      <w:r w:rsidR="005D7128" w:rsidRPr="000F5AE7">
        <w:rPr>
          <w:rFonts w:ascii="Liberation Sans" w:hAnsi="Liberation Sans" w:cs="Liberation Sans"/>
          <w:szCs w:val="20"/>
        </w:rPr>
        <w:t>00</w:t>
      </w:r>
      <w:r w:rsidR="007C5234">
        <w:rPr>
          <w:rFonts w:ascii="Liberation Sans" w:hAnsi="Liberation Sans" w:cs="Liberation Sans"/>
          <w:szCs w:val="20"/>
        </w:rPr>
        <w:t>1</w:t>
      </w:r>
      <w:r w:rsidR="005D7128" w:rsidRPr="000F5AE7">
        <w:rPr>
          <w:rFonts w:ascii="Liberation Sans" w:hAnsi="Liberation Sans" w:cs="Liberation Sans"/>
          <w:szCs w:val="20"/>
        </w:rPr>
        <w:t xml:space="preserve"> </w:t>
      </w:r>
      <w:r w:rsidR="005D3369">
        <w:rPr>
          <w:rFonts w:ascii="Liberation Sans" w:hAnsi="Liberation Sans" w:cs="Liberation Sans"/>
          <w:szCs w:val="20"/>
        </w:rPr>
        <w:t>qui a pour objet</w:t>
      </w:r>
      <w:r w:rsidR="00E270AA" w:rsidRPr="000F5AE7">
        <w:rPr>
          <w:rFonts w:ascii="Liberation Sans" w:hAnsi="Liberation Sans" w:cs="Liberation Sans"/>
          <w:szCs w:val="20"/>
        </w:rPr>
        <w:t xml:space="preserve"> </w:t>
      </w:r>
      <w:r w:rsidR="007C5234" w:rsidRPr="007C5234">
        <w:rPr>
          <w:rFonts w:ascii="Arial" w:hAnsi="Arial" w:cs="Arial"/>
          <w:color w:val="000000"/>
          <w:szCs w:val="20"/>
        </w:rPr>
        <w:t>la m</w:t>
      </w:r>
      <w:r w:rsidR="007C5234" w:rsidRPr="007C5234">
        <w:rPr>
          <w:rFonts w:ascii="Arial" w:hAnsi="Arial" w:cs="Arial"/>
          <w:color w:val="000000"/>
          <w:szCs w:val="20"/>
        </w:rPr>
        <w:t>aintenance des installations de climatisation et des groupes frigorifiques du centre en Route de la Navigation aérienne Ouest (CRNA/O)</w:t>
      </w:r>
    </w:p>
    <w:p w14:paraId="4D8E2A92" w14:textId="77777777" w:rsidR="007C5234" w:rsidRDefault="007C5234" w:rsidP="007C5234">
      <w:pPr>
        <w:keepLines/>
        <w:widowControl w:val="0"/>
        <w:tabs>
          <w:tab w:val="left" w:pos="392"/>
        </w:tabs>
        <w:autoSpaceDE w:val="0"/>
        <w:autoSpaceDN w:val="0"/>
        <w:adjustRightInd w:val="0"/>
        <w:spacing w:line="240" w:lineRule="auto"/>
        <w:ind w:left="117" w:right="107"/>
        <w:jc w:val="both"/>
        <w:rPr>
          <w:rFonts w:ascii="Arial" w:hAnsi="Arial" w:cs="Arial"/>
          <w:color w:val="000000"/>
          <w:szCs w:val="20"/>
        </w:rPr>
      </w:pPr>
    </w:p>
    <w:p w14:paraId="6203F53C" w14:textId="77777777" w:rsidR="007C5234" w:rsidRDefault="007C5234" w:rsidP="007C5234">
      <w:pPr>
        <w:widowControl w:val="0"/>
        <w:tabs>
          <w:tab w:val="left" w:pos="392"/>
        </w:tabs>
        <w:autoSpaceDE w:val="0"/>
        <w:autoSpaceDN w:val="0"/>
        <w:adjustRightInd w:val="0"/>
        <w:spacing w:line="240" w:lineRule="auto"/>
        <w:ind w:left="117" w:right="107"/>
        <w:jc w:val="both"/>
        <w:rPr>
          <w:rFonts w:ascii="Arial" w:hAnsi="Arial" w:cs="Arial"/>
          <w:sz w:val="24"/>
        </w:rPr>
      </w:pPr>
      <w:r>
        <w:rPr>
          <w:rFonts w:ascii="Arial" w:hAnsi="Arial" w:cs="Arial"/>
          <w:i/>
          <w:iCs/>
          <w:color w:val="000000"/>
          <w:szCs w:val="20"/>
        </w:rPr>
        <w:t xml:space="preserve">Lot 1 : Entretien des installations de climatisation en service au CRNA-Ouest et à la station radar de Saint-Goazec. </w:t>
      </w:r>
      <w:r>
        <w:rPr>
          <w:rFonts w:ascii="Arial" w:hAnsi="Arial" w:cs="Arial"/>
          <w:sz w:val="24"/>
        </w:rPr>
        <w:br/>
      </w:r>
      <w:r>
        <w:rPr>
          <w:rFonts w:ascii="Arial" w:hAnsi="Arial" w:cs="Arial"/>
          <w:i/>
          <w:iCs/>
          <w:color w:val="000000"/>
          <w:szCs w:val="20"/>
        </w:rPr>
        <w:t>Lot 2 : Maintenance de 3 groupes frigorifiques et de 3 aérocondenseurs au CRNA Ouest.</w:t>
      </w:r>
    </w:p>
    <w:p w14:paraId="2DEBC6A4" w14:textId="4CE3E29A" w:rsidR="00E270AA" w:rsidRPr="00BC1CC5" w:rsidRDefault="00E270AA" w:rsidP="007C5234">
      <w:pPr>
        <w:spacing w:before="57"/>
        <w:textAlignment w:val="center"/>
        <w:rPr>
          <w:rFonts w:ascii="Liberation Sans" w:hAnsi="Liberation Sans" w:cs="Liberation Sans"/>
          <w:szCs w:val="20"/>
        </w:rPr>
      </w:pPr>
    </w:p>
    <w:p w14:paraId="3C365D83" w14:textId="49304B75"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a) le candidat que je représente (et aucune des entreprises qui sont membres de notre groupement) n'est pas un ressortissant russe, ni une personne physique ou morale, entité ou organisme établi en Russie ;</w:t>
      </w:r>
    </w:p>
    <w:p w14:paraId="5CCBA517" w14:textId="77777777" w:rsidR="00E270AA" w:rsidRPr="00BC1CC5" w:rsidRDefault="00E270AA" w:rsidP="00C30279">
      <w:pPr>
        <w:jc w:val="both"/>
        <w:rPr>
          <w:rFonts w:ascii="Liberation Sans" w:hAnsi="Liberation Sans" w:cs="Liberation Sans"/>
          <w:szCs w:val="20"/>
        </w:rPr>
      </w:pPr>
    </w:p>
    <w:p w14:paraId="0CAE4110" w14:textId="1D851044"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b) le candidat que je représente (et aucune des entreprises membres de notre groupement) n'est pas une personne morale, une entité ou un organisme dont les droits de propriété sont détenus directement ou indirectement à plus de 50 % par une entité visée au point a) de la présente </w:t>
      </w:r>
      <w:r w:rsidR="00E270AA" w:rsidRPr="00BC1CC5">
        <w:rPr>
          <w:rFonts w:ascii="Liberation Sans" w:hAnsi="Liberation Sans" w:cs="Liberation Sans"/>
          <w:szCs w:val="20"/>
        </w:rPr>
        <w:t>déclaration ;</w:t>
      </w:r>
    </w:p>
    <w:p w14:paraId="35A12B29" w14:textId="77777777" w:rsidR="00E270AA" w:rsidRPr="00BC1CC5" w:rsidRDefault="00E270AA" w:rsidP="00C30279">
      <w:pPr>
        <w:jc w:val="both"/>
        <w:rPr>
          <w:rFonts w:ascii="Liberation Sans" w:hAnsi="Liberation Sans" w:cs="Liberation Sans"/>
          <w:szCs w:val="20"/>
        </w:rPr>
      </w:pPr>
    </w:p>
    <w:p w14:paraId="1402A775" w14:textId="36E55813" w:rsidR="00BC1CC5" w:rsidRDefault="00BC1CC5" w:rsidP="00C30279">
      <w:pPr>
        <w:jc w:val="both"/>
        <w:rPr>
          <w:rFonts w:ascii="Liberation Sans" w:hAnsi="Liberation Sans" w:cs="Liberation Sans"/>
          <w:szCs w:val="20"/>
        </w:rPr>
      </w:pPr>
      <w:r w:rsidRPr="00BC1CC5">
        <w:rPr>
          <w:rFonts w:ascii="Liberation Sans" w:hAnsi="Liberation Sans" w:cs="Liberation Sans"/>
          <w:szCs w:val="20"/>
        </w:rPr>
        <w:t xml:space="preserve">c) ni moi ni la société que je représente (et aucune des entreprises qui sont membres de notre </w:t>
      </w:r>
      <w:r w:rsidR="001F38D2" w:rsidRPr="00BC1CC5">
        <w:rPr>
          <w:rFonts w:ascii="Liberation Sans" w:hAnsi="Liberation Sans" w:cs="Liberation Sans"/>
          <w:szCs w:val="20"/>
        </w:rPr>
        <w:t>groupement) ne</w:t>
      </w:r>
      <w:r w:rsidRPr="00BC1CC5">
        <w:rPr>
          <w:rFonts w:ascii="Liberation Sans" w:hAnsi="Liberation Sans" w:cs="Liberation Sans"/>
          <w:szCs w:val="20"/>
        </w:rPr>
        <w:t xml:space="preserve"> suis une personne physique ou morale, une entité ou organisme agissant pour le compte ou sur instruction d’une entité visée au point (a) ou (b) ci-dessus</w:t>
      </w:r>
      <w:r w:rsidR="009113DE">
        <w:rPr>
          <w:rFonts w:ascii="Liberation Sans" w:hAnsi="Liberation Sans" w:cs="Liberation Sans"/>
          <w:szCs w:val="20"/>
        </w:rPr>
        <w:t> ;</w:t>
      </w:r>
    </w:p>
    <w:p w14:paraId="1770A413" w14:textId="77777777" w:rsidR="009113DE" w:rsidRPr="00BC1CC5" w:rsidRDefault="009113DE" w:rsidP="00C30279">
      <w:pPr>
        <w:jc w:val="both"/>
        <w:rPr>
          <w:rFonts w:ascii="Liberation Sans" w:hAnsi="Liberation Sans" w:cs="Liberation Sans"/>
          <w:szCs w:val="20"/>
        </w:rPr>
      </w:pPr>
    </w:p>
    <w:p w14:paraId="4456E024" w14:textId="59BB2A23" w:rsidR="00BC1CC5" w:rsidRDefault="00BC1CC5" w:rsidP="001F38D2">
      <w:pPr>
        <w:rPr>
          <w:rFonts w:ascii="Liberation Sans" w:hAnsi="Liberation Sans" w:cs="Liberation Sans"/>
          <w:szCs w:val="20"/>
        </w:rPr>
      </w:pPr>
      <w:r w:rsidRPr="00BC1CC5">
        <w:rPr>
          <w:rFonts w:ascii="Liberation Sans" w:hAnsi="Liberation Sans" w:cs="Liberation Sans"/>
          <w:szCs w:val="20"/>
        </w:rPr>
        <w:t xml:space="preserve">d) il n'y a pas de participation de plus de 10 % de la valeur du marché au bénéfice de </w:t>
      </w:r>
      <w:r w:rsidR="00D74BFB" w:rsidRPr="00BC1CC5">
        <w:rPr>
          <w:rFonts w:ascii="Liberation Sans" w:hAnsi="Liberation Sans" w:cs="Liberation Sans"/>
          <w:szCs w:val="20"/>
        </w:rPr>
        <w:t>sous</w:t>
      </w:r>
      <w:r w:rsidR="00D74BFB">
        <w:rPr>
          <w:rFonts w:ascii="Liberation Sans" w:hAnsi="Liberation Sans" w:cs="Liberation Sans"/>
          <w:szCs w:val="20"/>
        </w:rPr>
        <w:t>-</w:t>
      </w:r>
      <w:r w:rsidR="00D74BFB" w:rsidRPr="00BC1CC5">
        <w:rPr>
          <w:rFonts w:ascii="Liberation Sans" w:hAnsi="Liberation Sans" w:cs="Liberation Sans"/>
          <w:szCs w:val="20"/>
        </w:rPr>
        <w:t>traitants</w:t>
      </w:r>
      <w:r w:rsidRPr="00BC1CC5">
        <w:rPr>
          <w:rFonts w:ascii="Liberation Sans" w:hAnsi="Liberation Sans" w:cs="Liberation Sans"/>
          <w:szCs w:val="20"/>
        </w:rPr>
        <w:t xml:space="preserve">, de fournisseurs ou d'entités aux capacités desquels il est recouru par le candidat que je représente (et aucune des entreprises qui sont membres de notre </w:t>
      </w:r>
      <w:r w:rsidR="001F38D2" w:rsidRPr="00BC1CC5">
        <w:rPr>
          <w:rFonts w:ascii="Liberation Sans" w:hAnsi="Liberation Sans" w:cs="Liberation Sans"/>
          <w:szCs w:val="20"/>
        </w:rPr>
        <w:t>groupement) énumérés</w:t>
      </w:r>
      <w:r w:rsidRPr="00BC1CC5">
        <w:rPr>
          <w:rFonts w:ascii="Liberation Sans" w:hAnsi="Liberation Sans" w:cs="Liberation Sans"/>
          <w:szCs w:val="20"/>
        </w:rPr>
        <w:t xml:space="preserve"> aux points a) à c). »</w:t>
      </w:r>
    </w:p>
    <w:p w14:paraId="126685DD" w14:textId="022A30A0" w:rsidR="00BC1CC5" w:rsidRDefault="00BC1CC5" w:rsidP="008C58BA">
      <w:pPr>
        <w:rPr>
          <w:rFonts w:ascii="Liberation Sans" w:hAnsi="Liberation Sans" w:cs="Liberation Sans"/>
          <w:szCs w:val="20"/>
        </w:rPr>
      </w:pPr>
    </w:p>
    <w:p w14:paraId="79074DEC" w14:textId="24E1D30F" w:rsidR="00BC1CC5" w:rsidRDefault="00BC1CC5" w:rsidP="008C58BA">
      <w:pPr>
        <w:rPr>
          <w:rFonts w:ascii="Liberation Sans" w:hAnsi="Liberation Sans" w:cs="Liberation Sans"/>
          <w:szCs w:val="20"/>
        </w:rPr>
      </w:pPr>
    </w:p>
    <w:p w14:paraId="066ABC3F" w14:textId="1BAE7DB3" w:rsidR="001F38D2" w:rsidRDefault="001F38D2" w:rsidP="008C58BA">
      <w:pPr>
        <w:rPr>
          <w:rFonts w:ascii="Liberation Sans" w:hAnsi="Liberation Sans" w:cs="Liberation Sans"/>
          <w:szCs w:val="20"/>
        </w:rPr>
      </w:pPr>
      <w:r>
        <w:rPr>
          <w:rFonts w:ascii="Liberation Sans" w:hAnsi="Liberation Sans" w:cs="Liberation Sans"/>
          <w:szCs w:val="20"/>
        </w:rPr>
        <w:t>Nom et coordonnées du candidat</w:t>
      </w:r>
    </w:p>
    <w:p w14:paraId="03C6ADBC" w14:textId="77777777" w:rsidR="00BC1CC5" w:rsidRPr="00D10F43" w:rsidRDefault="00BC1CC5" w:rsidP="008C58BA">
      <w:pPr>
        <w:rPr>
          <w:rFonts w:ascii="Liberation Sans" w:hAnsi="Liberation Sans" w:cs="Liberation Sans"/>
          <w:szCs w:val="20"/>
        </w:rPr>
      </w:pPr>
    </w:p>
    <w:p w14:paraId="4D38ADE4" w14:textId="77777777" w:rsidR="001F38D2" w:rsidRDefault="001F38D2" w:rsidP="007C5234">
      <w:pPr>
        <w:tabs>
          <w:tab w:val="left" w:pos="3402"/>
          <w:tab w:val="left" w:pos="6237"/>
          <w:tab w:val="left" w:pos="7797"/>
        </w:tabs>
        <w:suppressAutoHyphens/>
        <w:spacing w:line="240" w:lineRule="auto"/>
        <w:rPr>
          <w:rFonts w:ascii="Liberation Sans" w:hAnsi="Liberation Sans" w:cs="Liberation Sans"/>
          <w:szCs w:val="20"/>
          <w:lang w:eastAsia="zh-CN"/>
        </w:rPr>
      </w:pPr>
    </w:p>
    <w:p w14:paraId="470170AE" w14:textId="77777777" w:rsidR="000F13EC" w:rsidRPr="00941B52" w:rsidRDefault="000F13EC" w:rsidP="00941B52">
      <w:pPr>
        <w:suppressAutoHyphens/>
        <w:spacing w:line="240" w:lineRule="auto"/>
        <w:ind w:left="3686"/>
        <w:jc w:val="center"/>
        <w:rPr>
          <w:rFonts w:ascii="Liberation Sans" w:hAnsi="Liberation Sans" w:cs="Liberation Sans"/>
          <w:szCs w:val="20"/>
          <w:lang w:eastAsia="zh-CN"/>
        </w:rPr>
      </w:pPr>
    </w:p>
    <w:p w14:paraId="29554644"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0845F56"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42875C7E"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39CC86C2" w14:textId="356D3B70" w:rsidR="001F38D2" w:rsidRDefault="001F38D2" w:rsidP="007B7EAD">
      <w:pPr>
        <w:pStyle w:val="m-BlocDate"/>
        <w:ind w:left="2832" w:firstLine="708"/>
      </w:pPr>
      <w:r>
        <w:t xml:space="preserve">Fait à             </w:t>
      </w:r>
      <w:proofErr w:type="gramStart"/>
      <w:r>
        <w:t xml:space="preserve">  </w:t>
      </w:r>
      <w:r w:rsidR="009113DE">
        <w:t>,</w:t>
      </w:r>
      <w:proofErr w:type="gramEnd"/>
      <w:r>
        <w:t xml:space="preserve">  le </w:t>
      </w:r>
    </w:p>
    <w:p w14:paraId="7941D37B"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5AED7101" w14:textId="77777777" w:rsidR="001F38D2" w:rsidRDefault="001F38D2" w:rsidP="00941B52">
      <w:pPr>
        <w:suppressAutoHyphens/>
        <w:spacing w:line="240" w:lineRule="auto"/>
        <w:ind w:left="3686"/>
        <w:jc w:val="center"/>
        <w:rPr>
          <w:rFonts w:ascii="Liberation Sans" w:hAnsi="Liberation Sans" w:cs="Liberation Sans"/>
          <w:szCs w:val="20"/>
          <w:lang w:eastAsia="zh-CN"/>
        </w:rPr>
      </w:pPr>
    </w:p>
    <w:p w14:paraId="02B660CE" w14:textId="060989F5" w:rsidR="000F13EC" w:rsidRPr="003F2A14" w:rsidRDefault="000F13EC" w:rsidP="007B7EAD">
      <w:pPr>
        <w:ind w:left="1416" w:firstLine="708"/>
        <w:rPr>
          <w:rFonts w:ascii="Liberation Sans" w:hAnsi="Liberation Sans" w:cs="Liberation Sans"/>
        </w:rPr>
      </w:pPr>
      <w:r w:rsidRPr="00941B52">
        <w:rPr>
          <w:rFonts w:ascii="Liberation Sans" w:hAnsi="Liberation Sans" w:cs="Liberation Sans"/>
          <w:szCs w:val="20"/>
          <w:lang w:eastAsia="zh-CN"/>
        </w:rPr>
        <w:t>Signature</w:t>
      </w:r>
      <w:r w:rsidR="00C30279">
        <w:rPr>
          <w:rFonts w:ascii="Liberation Sans" w:hAnsi="Liberation Sans" w:cs="Liberation Sans"/>
          <w:szCs w:val="20"/>
          <w:lang w:eastAsia="zh-CN"/>
        </w:rPr>
        <w:t xml:space="preserve"> de la </w:t>
      </w:r>
      <w:r w:rsidR="00C30279" w:rsidRPr="00C30279">
        <w:rPr>
          <w:rFonts w:ascii="Liberation Sans" w:hAnsi="Liberation Sans" w:cs="Liberation Sans"/>
          <w:szCs w:val="20"/>
          <w:lang w:eastAsia="zh-CN"/>
        </w:rPr>
        <w:t>personne habilité</w:t>
      </w:r>
      <w:r w:rsidR="00C30279">
        <w:rPr>
          <w:rFonts w:ascii="Liberation Sans" w:hAnsi="Liberation Sans" w:cs="Liberation Sans"/>
          <w:szCs w:val="20"/>
          <w:lang w:eastAsia="zh-CN"/>
        </w:rPr>
        <w:t>e</w:t>
      </w:r>
      <w:r w:rsidR="00C30279" w:rsidRPr="00C30279">
        <w:rPr>
          <w:rFonts w:ascii="Liberation Sans" w:hAnsi="Liberation Sans" w:cs="Liberation Sans"/>
          <w:szCs w:val="20"/>
          <w:lang w:eastAsia="zh-CN"/>
        </w:rPr>
        <w:t xml:space="preserve"> à engager la sociét</w:t>
      </w:r>
      <w:r w:rsidR="007B7EAD">
        <w:rPr>
          <w:rFonts w:ascii="Liberation Sans" w:hAnsi="Liberation Sans" w:cs="Liberation Sans"/>
          <w:szCs w:val="20"/>
          <w:lang w:eastAsia="zh-CN"/>
        </w:rPr>
        <w:t>é</w:t>
      </w:r>
    </w:p>
    <w:sectPr w:rsidR="000F13EC" w:rsidRPr="003F2A14" w:rsidSect="00A93C6C">
      <w:headerReference w:type="default" r:id="rId7"/>
      <w:footerReference w:type="even" r:id="rId8"/>
      <w:footerReference w:type="default" r:id="rId9"/>
      <w:type w:val="continuous"/>
      <w:pgSz w:w="11906" w:h="16838" w:code="9"/>
      <w:pgMar w:top="1418" w:right="991" w:bottom="1418" w:left="25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39ADDE" w14:textId="77777777" w:rsidR="000F13EC" w:rsidRDefault="000F13EC">
      <w:r>
        <w:separator/>
      </w:r>
    </w:p>
  </w:endnote>
  <w:endnote w:type="continuationSeparator" w:id="0">
    <w:p w14:paraId="43A209C8" w14:textId="77777777" w:rsidR="000F13EC" w:rsidRDefault="000F1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ans">
    <w:altName w:val="Arial"/>
    <w:charset w:val="00"/>
    <w:family w:val="swiss"/>
    <w:pitch w:val="variable"/>
    <w:sig w:usb0="E0000AFF" w:usb1="500078FF" w:usb2="00000021" w:usb3="00000000" w:csb0="000001BF" w:csb1="00000000"/>
  </w:font>
  <w:font w:name="Times New Roman">
    <w:altName w:val="Times"/>
    <w:panose1 w:val="02020603050405020304"/>
    <w:charset w:val="00"/>
    <w:family w:val="roman"/>
    <w:pitch w:val="variable"/>
    <w:sig w:usb0="E0002EFF" w:usb1="C000785B" w:usb2="00000009" w:usb3="00000000" w:csb0="000001FF" w:csb1="00000000"/>
  </w:font>
  <w:font w:name="Courier New">
    <w:altName w:val="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erif">
    <w:altName w:val="Times New Roman"/>
    <w:charset w:val="00"/>
    <w:family w:val="roman"/>
    <w:pitch w:val="variable"/>
    <w:sig w:usb0="E0000AFF" w:usb1="500078FF" w:usb2="00000021" w:usb3="00000000" w:csb0="000001BF"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Calibri">
    <w:altName w:val="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DBEC3" w14:textId="77777777" w:rsidR="008C58BA" w:rsidRDefault="008C58BA">
    <w:pPr>
      <w:pStyle w:val="Pieddepage"/>
    </w:pPr>
    <w:r>
      <w:rPr>
        <w:noProof/>
      </w:rPr>
      <mc:AlternateContent>
        <mc:Choice Requires="wps">
          <w:drawing>
            <wp:anchor distT="0" distB="180340" distL="0" distR="0" simplePos="0" relativeHeight="251665408" behindDoc="1" locked="0" layoutInCell="1" allowOverlap="1" wp14:anchorId="503766CA" wp14:editId="786F2221">
              <wp:simplePos x="0" y="0"/>
              <wp:positionH relativeFrom="page">
                <wp:posOffset>2334260</wp:posOffset>
              </wp:positionH>
              <wp:positionV relativeFrom="page">
                <wp:posOffset>10047605</wp:posOffset>
              </wp:positionV>
              <wp:extent cx="4810760" cy="380132"/>
              <wp:effectExtent l="0" t="0" r="8890" b="1270"/>
              <wp:wrapNone/>
              <wp:docPr id="1"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10760" cy="380132"/>
                      </a:xfrm>
                      <a:prstGeom prst="rect">
                        <a:avLst/>
                      </a:prstGeom>
                      <a:solidFill>
                        <a:srgbClr val="FFFFFF">
                          <a:alpha val="5000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766CA" id="_x0000_t202" coordsize="21600,21600" o:spt="202" path="m,l,21600r21600,l21600,xe">
              <v:stroke joinstyle="miter"/>
              <v:path gradientshapeok="t" o:connecttype="rect"/>
            </v:shapetype>
            <v:shape id="Text Box 14" o:spid="_x0000_s1026" type="#_x0000_t202" style="position:absolute;margin-left:183.8pt;margin-top:791.15pt;width:378.8pt;height:29.95pt;z-index:-251651072;visibility:visible;mso-wrap-style:square;mso-width-percent:0;mso-height-percent:0;mso-wrap-distance-left:0;mso-wrap-distance-top:0;mso-wrap-distance-right:0;mso-wrap-distance-bottom:14.2pt;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" stroked="f">
              <v:fill opacity="32896f"/>
              <v:textbox inset="0,0,0,0">
                <w:txbxContent>
                  <w:p w14:paraId="0AB1A1B7" w14:textId="77777777" w:rsidR="008C58BA" w:rsidRDefault="008C58BA" w:rsidP="008C58BA">
                    <w:pPr>
                      <w:pStyle w:val="m-adresse"/>
                    </w:pPr>
                  </w:p>
                  <w:p w14:paraId="5B959FBA" w14:textId="77777777" w:rsidR="008C58BA" w:rsidRPr="00965DFB" w:rsidRDefault="008C58BA" w:rsidP="008C58BA">
                    <w:pPr>
                      <w:pStyle w:val="m-adresse"/>
                    </w:pPr>
                    <w:r>
                      <w:t>Page </w:t>
                    </w:r>
                    <w:r w:rsidRPr="00965DFB">
                      <w:rPr>
                        <w:b/>
                      </w:rPr>
                      <w:t xml:space="preserve">: </w:t>
                    </w:r>
                    <w:r w:rsidRPr="00965DFB">
                      <w:fldChar w:fldCharType="begin"/>
                    </w:r>
                    <w:r w:rsidRPr="00965DFB">
                      <w:instrText>PAGE  \* Arabic  \* MERGEFORMAT</w:instrText>
                    </w:r>
                    <w:r w:rsidRPr="00965DFB">
                      <w:fldChar w:fldCharType="separate"/>
                    </w:r>
                    <w:r w:rsidR="00F61F80">
                      <w:rPr>
                        <w:noProof/>
                      </w:rPr>
                      <w:t>2</w:t>
                    </w:r>
                    <w:r w:rsidRPr="00965DFB">
                      <w:fldChar w:fldCharType="end"/>
                    </w:r>
                    <w:r w:rsidRPr="00965DFB">
                      <w:t xml:space="preserve"> sur </w:t>
                    </w:r>
                    <w:r>
                      <w:t>2</w:t>
                    </w:r>
                  </w:p>
                  <w:p w14:paraId="161D8FE5" w14:textId="77777777" w:rsidR="008C58BA" w:rsidRDefault="008C58BA" w:rsidP="008C58BA">
                    <w:pPr>
                      <w:pStyle w:val="m-adresse"/>
                    </w:pPr>
                  </w:p>
                  <w:p w14:paraId="0725F832" w14:textId="77777777" w:rsidR="008C58BA" w:rsidRDefault="008C58BA" w:rsidP="008C58BA"/>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9FD06" w14:textId="6993BC3D" w:rsidR="006E6047" w:rsidRPr="00002328" w:rsidRDefault="00002328">
    <w:pPr>
      <w:pStyle w:val="Pieddepage"/>
      <w:jc w:val="center"/>
      <w:rPr>
        <w:caps/>
        <w:color w:val="4F81BD" w:themeColor="accent1"/>
        <w:szCs w:val="20"/>
      </w:rPr>
    </w:pPr>
    <w:r>
      <w:rPr>
        <w:caps/>
        <w:color w:val="4F81BD" w:themeColor="accent1"/>
        <w:sz w:val="16"/>
        <w:szCs w:val="16"/>
      </w:rPr>
      <w:tab/>
    </w:r>
    <w:r>
      <w:rPr>
        <w:caps/>
        <w:color w:val="4F81BD" w:themeColor="accent1"/>
        <w:sz w:val="16"/>
        <w:szCs w:val="16"/>
      </w:rPr>
      <w:tab/>
    </w:r>
  </w:p>
  <w:p w14:paraId="5C2BDD32" w14:textId="1063FE28" w:rsidR="008D27BA" w:rsidRDefault="008D27BA" w:rsidP="006E6047">
    <w:pPr>
      <w:pStyle w:val="Pieddepage"/>
      <w:tabs>
        <w:tab w:val="clear" w:pos="4536"/>
        <w:tab w:val="clear" w:pos="9072"/>
        <w:tab w:val="left" w:pos="770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13A83" w14:textId="77777777" w:rsidR="000F13EC" w:rsidRDefault="000F13EC">
      <w:r>
        <w:separator/>
      </w:r>
    </w:p>
  </w:footnote>
  <w:footnote w:type="continuationSeparator" w:id="0">
    <w:p w14:paraId="3FBCB004" w14:textId="77777777" w:rsidR="000F13EC" w:rsidRDefault="000F1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E0E10A" w14:textId="50D745F9" w:rsidR="008D27BA" w:rsidRDefault="008D27BA">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1">
    <w:nsid w:val="0E120AC3"/>
    <w:multiLevelType w:val="hybridMultilevel"/>
    <w:tmpl w:val="EA7C454A"/>
    <w:lvl w:ilvl="0" w:tplc="93C69282">
      <w:start w:val="12"/>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16957BEB"/>
    <w:multiLevelType w:val="hybridMultilevel"/>
    <w:tmpl w:val="97BCAD40"/>
    <w:lvl w:ilvl="0" w:tplc="040C0011">
      <w:start w:val="1"/>
      <w:numFmt w:val="decimal"/>
      <w:lvlText w:val="%1)"/>
      <w:lvlJc w:val="left"/>
      <w:pPr>
        <w:tabs>
          <w:tab w:val="num" w:pos="759"/>
        </w:tabs>
        <w:ind w:left="759" w:hanging="360"/>
      </w:pPr>
    </w:lvl>
    <w:lvl w:ilvl="1" w:tplc="040C0019">
      <w:start w:val="1"/>
      <w:numFmt w:val="lowerLetter"/>
      <w:lvlText w:val="%2."/>
      <w:lvlJc w:val="left"/>
      <w:pPr>
        <w:tabs>
          <w:tab w:val="num" w:pos="1479"/>
        </w:tabs>
        <w:ind w:left="1479" w:hanging="360"/>
      </w:pPr>
    </w:lvl>
    <w:lvl w:ilvl="2" w:tplc="040C001B" w:tentative="1">
      <w:start w:val="1"/>
      <w:numFmt w:val="lowerRoman"/>
      <w:lvlText w:val="%3."/>
      <w:lvlJc w:val="right"/>
      <w:pPr>
        <w:tabs>
          <w:tab w:val="num" w:pos="2199"/>
        </w:tabs>
        <w:ind w:left="2199" w:hanging="180"/>
      </w:pPr>
    </w:lvl>
    <w:lvl w:ilvl="3" w:tplc="040C000F" w:tentative="1">
      <w:start w:val="1"/>
      <w:numFmt w:val="decimal"/>
      <w:lvlText w:val="%4."/>
      <w:lvlJc w:val="left"/>
      <w:pPr>
        <w:tabs>
          <w:tab w:val="num" w:pos="2919"/>
        </w:tabs>
        <w:ind w:left="2919" w:hanging="360"/>
      </w:pPr>
    </w:lvl>
    <w:lvl w:ilvl="4" w:tplc="040C0019" w:tentative="1">
      <w:start w:val="1"/>
      <w:numFmt w:val="lowerLetter"/>
      <w:lvlText w:val="%5."/>
      <w:lvlJc w:val="left"/>
      <w:pPr>
        <w:tabs>
          <w:tab w:val="num" w:pos="3639"/>
        </w:tabs>
        <w:ind w:left="3639" w:hanging="360"/>
      </w:pPr>
    </w:lvl>
    <w:lvl w:ilvl="5" w:tplc="040C001B" w:tentative="1">
      <w:start w:val="1"/>
      <w:numFmt w:val="lowerRoman"/>
      <w:lvlText w:val="%6."/>
      <w:lvlJc w:val="right"/>
      <w:pPr>
        <w:tabs>
          <w:tab w:val="num" w:pos="4359"/>
        </w:tabs>
        <w:ind w:left="4359" w:hanging="180"/>
      </w:pPr>
    </w:lvl>
    <w:lvl w:ilvl="6" w:tplc="040C000F" w:tentative="1">
      <w:start w:val="1"/>
      <w:numFmt w:val="decimal"/>
      <w:lvlText w:val="%7."/>
      <w:lvlJc w:val="left"/>
      <w:pPr>
        <w:tabs>
          <w:tab w:val="num" w:pos="5079"/>
        </w:tabs>
        <w:ind w:left="5079" w:hanging="360"/>
      </w:pPr>
    </w:lvl>
    <w:lvl w:ilvl="7" w:tplc="040C0019" w:tentative="1">
      <w:start w:val="1"/>
      <w:numFmt w:val="lowerLetter"/>
      <w:lvlText w:val="%8."/>
      <w:lvlJc w:val="left"/>
      <w:pPr>
        <w:tabs>
          <w:tab w:val="num" w:pos="5799"/>
        </w:tabs>
        <w:ind w:left="5799" w:hanging="360"/>
      </w:pPr>
    </w:lvl>
    <w:lvl w:ilvl="8" w:tplc="040C001B" w:tentative="1">
      <w:start w:val="1"/>
      <w:numFmt w:val="lowerRoman"/>
      <w:lvlText w:val="%9."/>
      <w:lvlJc w:val="right"/>
      <w:pPr>
        <w:tabs>
          <w:tab w:val="num" w:pos="6519"/>
        </w:tabs>
        <w:ind w:left="6519" w:hanging="180"/>
      </w:pPr>
    </w:lvl>
  </w:abstractNum>
  <w:abstractNum w:abstractNumId="2" w15:restartNumberingAfterBreak="1">
    <w:nsid w:val="2E553282"/>
    <w:multiLevelType w:val="hybridMultilevel"/>
    <w:tmpl w:val="527CCE8E"/>
    <w:lvl w:ilvl="0" w:tplc="ECDC5D6C">
      <w:start w:val="9"/>
      <w:numFmt w:val="bullet"/>
      <w:lvlText w:val="-"/>
      <w:lvlJc w:val="left"/>
      <w:pPr>
        <w:ind w:left="720" w:hanging="360"/>
      </w:pPr>
      <w:rPr>
        <w:rFonts w:ascii="Liberation Sans" w:eastAsia="Times New Roman" w:hAnsi="Liberation Sans" w:cs="Liberation Sans"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1">
    <w:nsid w:val="3C4858FB"/>
    <w:multiLevelType w:val="hybridMultilevel"/>
    <w:tmpl w:val="681A158A"/>
    <w:lvl w:ilvl="0" w:tplc="CA3048E2">
      <w:start w:val="59"/>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1">
    <w:nsid w:val="43EC03FF"/>
    <w:multiLevelType w:val="hybridMultilevel"/>
    <w:tmpl w:val="447CC9FC"/>
    <w:lvl w:ilvl="0" w:tplc="23365B04">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1">
    <w:nsid w:val="474A15C5"/>
    <w:multiLevelType w:val="hybridMultilevel"/>
    <w:tmpl w:val="D578FD46"/>
    <w:lvl w:ilvl="0" w:tplc="BBBCD292">
      <w:start w:val="21"/>
      <w:numFmt w:val="bullet"/>
      <w:lvlText w:val="-"/>
      <w:lvlJc w:val="left"/>
      <w:pPr>
        <w:tabs>
          <w:tab w:val="num" w:pos="720"/>
        </w:tabs>
        <w:ind w:left="720" w:hanging="360"/>
      </w:pPr>
      <w:rPr>
        <w:rFonts w:ascii="Liberation Sans" w:eastAsia="Times New Roman" w:hAnsi="Liberation Sans" w:cs="Liberation San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1">
    <w:nsid w:val="7CB328E1"/>
    <w:multiLevelType w:val="hybridMultilevel"/>
    <w:tmpl w:val="167C11EC"/>
    <w:lvl w:ilvl="0" w:tplc="7E4A7F82">
      <w:start w:val="91"/>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16cid:durableId="485829730">
    <w:abstractNumId w:val="0"/>
  </w:num>
  <w:num w:numId="2" w16cid:durableId="1297443671">
    <w:abstractNumId w:val="5"/>
  </w:num>
  <w:num w:numId="3" w16cid:durableId="1867255081">
    <w:abstractNumId w:val="3"/>
  </w:num>
  <w:num w:numId="4" w16cid:durableId="1461918729">
    <w:abstractNumId w:val="6"/>
  </w:num>
  <w:num w:numId="5" w16cid:durableId="2099516488">
    <w:abstractNumId w:val="1"/>
  </w:num>
  <w:num w:numId="6" w16cid:durableId="1658992211">
    <w:abstractNumId w:val="2"/>
  </w:num>
  <w:num w:numId="7" w16cid:durableId="30867667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0C8"/>
    <w:rsid w:val="00002328"/>
    <w:rsid w:val="00014A93"/>
    <w:rsid w:val="0001623D"/>
    <w:rsid w:val="00020BB2"/>
    <w:rsid w:val="00027D17"/>
    <w:rsid w:val="00050D45"/>
    <w:rsid w:val="00051E8F"/>
    <w:rsid w:val="000524B1"/>
    <w:rsid w:val="00053773"/>
    <w:rsid w:val="00067B46"/>
    <w:rsid w:val="00073B03"/>
    <w:rsid w:val="0007612E"/>
    <w:rsid w:val="00085EF2"/>
    <w:rsid w:val="00091BC8"/>
    <w:rsid w:val="00094849"/>
    <w:rsid w:val="000A1B2F"/>
    <w:rsid w:val="000A6939"/>
    <w:rsid w:val="000C766B"/>
    <w:rsid w:val="000E62D5"/>
    <w:rsid w:val="000F03A9"/>
    <w:rsid w:val="000F13EC"/>
    <w:rsid w:val="000F5AE7"/>
    <w:rsid w:val="0010182C"/>
    <w:rsid w:val="00116489"/>
    <w:rsid w:val="001258AC"/>
    <w:rsid w:val="00134B8C"/>
    <w:rsid w:val="0014276E"/>
    <w:rsid w:val="001500D7"/>
    <w:rsid w:val="001510C2"/>
    <w:rsid w:val="00154F0F"/>
    <w:rsid w:val="001676DE"/>
    <w:rsid w:val="001721E1"/>
    <w:rsid w:val="0017537B"/>
    <w:rsid w:val="00176A39"/>
    <w:rsid w:val="00177D47"/>
    <w:rsid w:val="00190447"/>
    <w:rsid w:val="0019239B"/>
    <w:rsid w:val="001944C6"/>
    <w:rsid w:val="001A117C"/>
    <w:rsid w:val="001B4AE0"/>
    <w:rsid w:val="001C0D6D"/>
    <w:rsid w:val="001C1140"/>
    <w:rsid w:val="001C2EEE"/>
    <w:rsid w:val="001C76B3"/>
    <w:rsid w:val="001D1CA5"/>
    <w:rsid w:val="001D3A1B"/>
    <w:rsid w:val="001D5463"/>
    <w:rsid w:val="001E3933"/>
    <w:rsid w:val="001F0514"/>
    <w:rsid w:val="001F0BC4"/>
    <w:rsid w:val="001F38D2"/>
    <w:rsid w:val="0021232F"/>
    <w:rsid w:val="0021768F"/>
    <w:rsid w:val="002261BE"/>
    <w:rsid w:val="0022661A"/>
    <w:rsid w:val="00232AB1"/>
    <w:rsid w:val="0023534A"/>
    <w:rsid w:val="00237F85"/>
    <w:rsid w:val="00250251"/>
    <w:rsid w:val="0026687F"/>
    <w:rsid w:val="002719FA"/>
    <w:rsid w:val="002727EA"/>
    <w:rsid w:val="00285454"/>
    <w:rsid w:val="0028637C"/>
    <w:rsid w:val="002937F1"/>
    <w:rsid w:val="002A79B0"/>
    <w:rsid w:val="002A7D2A"/>
    <w:rsid w:val="002B0C77"/>
    <w:rsid w:val="002B7065"/>
    <w:rsid w:val="002C6265"/>
    <w:rsid w:val="002D3B60"/>
    <w:rsid w:val="002E2161"/>
    <w:rsid w:val="002F237D"/>
    <w:rsid w:val="002F5FC0"/>
    <w:rsid w:val="002F6849"/>
    <w:rsid w:val="00306B51"/>
    <w:rsid w:val="00307441"/>
    <w:rsid w:val="0034327D"/>
    <w:rsid w:val="00343B7C"/>
    <w:rsid w:val="00346AE2"/>
    <w:rsid w:val="0035593C"/>
    <w:rsid w:val="00370299"/>
    <w:rsid w:val="00370B9E"/>
    <w:rsid w:val="00373C5A"/>
    <w:rsid w:val="003A2729"/>
    <w:rsid w:val="003B2EEC"/>
    <w:rsid w:val="003D4FA9"/>
    <w:rsid w:val="003F23F7"/>
    <w:rsid w:val="003F2A14"/>
    <w:rsid w:val="004101C2"/>
    <w:rsid w:val="004163CB"/>
    <w:rsid w:val="0042051A"/>
    <w:rsid w:val="0042280B"/>
    <w:rsid w:val="00424A34"/>
    <w:rsid w:val="00426EEF"/>
    <w:rsid w:val="004306DC"/>
    <w:rsid w:val="0043161F"/>
    <w:rsid w:val="00433FC9"/>
    <w:rsid w:val="004370BE"/>
    <w:rsid w:val="00451E39"/>
    <w:rsid w:val="00451E3A"/>
    <w:rsid w:val="00456986"/>
    <w:rsid w:val="00456E16"/>
    <w:rsid w:val="0048638E"/>
    <w:rsid w:val="004A0C2E"/>
    <w:rsid w:val="004A1FC7"/>
    <w:rsid w:val="004D1082"/>
    <w:rsid w:val="004E476F"/>
    <w:rsid w:val="004F0BCC"/>
    <w:rsid w:val="00501DE4"/>
    <w:rsid w:val="005075CD"/>
    <w:rsid w:val="00520CC2"/>
    <w:rsid w:val="00522FE7"/>
    <w:rsid w:val="00545AE2"/>
    <w:rsid w:val="00547460"/>
    <w:rsid w:val="0055558F"/>
    <w:rsid w:val="0055616A"/>
    <w:rsid w:val="00574A3D"/>
    <w:rsid w:val="00587D33"/>
    <w:rsid w:val="0059149D"/>
    <w:rsid w:val="00596FE8"/>
    <w:rsid w:val="005A2D86"/>
    <w:rsid w:val="005A2F04"/>
    <w:rsid w:val="005A616C"/>
    <w:rsid w:val="005B674E"/>
    <w:rsid w:val="005C2E03"/>
    <w:rsid w:val="005D3369"/>
    <w:rsid w:val="005D7128"/>
    <w:rsid w:val="005E6E0A"/>
    <w:rsid w:val="005F6389"/>
    <w:rsid w:val="00603CAF"/>
    <w:rsid w:val="006067AB"/>
    <w:rsid w:val="006071A2"/>
    <w:rsid w:val="006100BD"/>
    <w:rsid w:val="00610CC7"/>
    <w:rsid w:val="006162C4"/>
    <w:rsid w:val="00624DD3"/>
    <w:rsid w:val="006361CD"/>
    <w:rsid w:val="006569A5"/>
    <w:rsid w:val="00662E88"/>
    <w:rsid w:val="00664AF2"/>
    <w:rsid w:val="006650AD"/>
    <w:rsid w:val="0067117E"/>
    <w:rsid w:val="00671F96"/>
    <w:rsid w:val="00674453"/>
    <w:rsid w:val="00676F7A"/>
    <w:rsid w:val="00687D3B"/>
    <w:rsid w:val="006A5386"/>
    <w:rsid w:val="006C295D"/>
    <w:rsid w:val="006C2B49"/>
    <w:rsid w:val="006C692A"/>
    <w:rsid w:val="006D1259"/>
    <w:rsid w:val="006D18C3"/>
    <w:rsid w:val="006D7FFE"/>
    <w:rsid w:val="006E6047"/>
    <w:rsid w:val="006F7EA7"/>
    <w:rsid w:val="00704657"/>
    <w:rsid w:val="00714158"/>
    <w:rsid w:val="007207BE"/>
    <w:rsid w:val="007215CA"/>
    <w:rsid w:val="00723A04"/>
    <w:rsid w:val="00724D09"/>
    <w:rsid w:val="00732E6F"/>
    <w:rsid w:val="00750BDB"/>
    <w:rsid w:val="00750DEE"/>
    <w:rsid w:val="00757D51"/>
    <w:rsid w:val="00765641"/>
    <w:rsid w:val="00772CA6"/>
    <w:rsid w:val="0078073A"/>
    <w:rsid w:val="007A11FE"/>
    <w:rsid w:val="007A4A32"/>
    <w:rsid w:val="007B7EAD"/>
    <w:rsid w:val="007C3FF6"/>
    <w:rsid w:val="007C5234"/>
    <w:rsid w:val="007D4E55"/>
    <w:rsid w:val="007E50D7"/>
    <w:rsid w:val="007E67E7"/>
    <w:rsid w:val="007F1B81"/>
    <w:rsid w:val="00800C34"/>
    <w:rsid w:val="00805577"/>
    <w:rsid w:val="00811019"/>
    <w:rsid w:val="00816DEA"/>
    <w:rsid w:val="008262A1"/>
    <w:rsid w:val="0084002C"/>
    <w:rsid w:val="0085018A"/>
    <w:rsid w:val="00855AF3"/>
    <w:rsid w:val="00864314"/>
    <w:rsid w:val="0087447B"/>
    <w:rsid w:val="00874568"/>
    <w:rsid w:val="008826F4"/>
    <w:rsid w:val="008832E5"/>
    <w:rsid w:val="008834E4"/>
    <w:rsid w:val="0089210B"/>
    <w:rsid w:val="008B1CCE"/>
    <w:rsid w:val="008B60D7"/>
    <w:rsid w:val="008B7FF8"/>
    <w:rsid w:val="008C2C5C"/>
    <w:rsid w:val="008C58BA"/>
    <w:rsid w:val="008D27BA"/>
    <w:rsid w:val="008E1434"/>
    <w:rsid w:val="008E2B2B"/>
    <w:rsid w:val="008E7BE0"/>
    <w:rsid w:val="008F4214"/>
    <w:rsid w:val="008F4D5B"/>
    <w:rsid w:val="008F7974"/>
    <w:rsid w:val="00903B73"/>
    <w:rsid w:val="00907280"/>
    <w:rsid w:val="009075EF"/>
    <w:rsid w:val="0090777C"/>
    <w:rsid w:val="009113DE"/>
    <w:rsid w:val="00911695"/>
    <w:rsid w:val="00924A62"/>
    <w:rsid w:val="00935A4D"/>
    <w:rsid w:val="00941B52"/>
    <w:rsid w:val="00944436"/>
    <w:rsid w:val="00952210"/>
    <w:rsid w:val="00952380"/>
    <w:rsid w:val="0095299A"/>
    <w:rsid w:val="00956F90"/>
    <w:rsid w:val="0097284E"/>
    <w:rsid w:val="009732CC"/>
    <w:rsid w:val="009748AB"/>
    <w:rsid w:val="00975A04"/>
    <w:rsid w:val="0098707C"/>
    <w:rsid w:val="00995273"/>
    <w:rsid w:val="009B688E"/>
    <w:rsid w:val="009C2B43"/>
    <w:rsid w:val="009C33EE"/>
    <w:rsid w:val="009D200C"/>
    <w:rsid w:val="009D3C42"/>
    <w:rsid w:val="009D5830"/>
    <w:rsid w:val="009E7DE8"/>
    <w:rsid w:val="009F41F9"/>
    <w:rsid w:val="00A112DE"/>
    <w:rsid w:val="00A14791"/>
    <w:rsid w:val="00A263E2"/>
    <w:rsid w:val="00A36B89"/>
    <w:rsid w:val="00A507FA"/>
    <w:rsid w:val="00A546C6"/>
    <w:rsid w:val="00A80141"/>
    <w:rsid w:val="00A81A20"/>
    <w:rsid w:val="00A82FC7"/>
    <w:rsid w:val="00A91208"/>
    <w:rsid w:val="00A93C6C"/>
    <w:rsid w:val="00A95399"/>
    <w:rsid w:val="00AA096C"/>
    <w:rsid w:val="00AA0BB6"/>
    <w:rsid w:val="00AA220C"/>
    <w:rsid w:val="00AB41C0"/>
    <w:rsid w:val="00AC1396"/>
    <w:rsid w:val="00AD1E96"/>
    <w:rsid w:val="00AD69EA"/>
    <w:rsid w:val="00B024D9"/>
    <w:rsid w:val="00B02A1D"/>
    <w:rsid w:val="00B05BBF"/>
    <w:rsid w:val="00B05DBE"/>
    <w:rsid w:val="00B06134"/>
    <w:rsid w:val="00B06AA9"/>
    <w:rsid w:val="00B172C2"/>
    <w:rsid w:val="00B20A78"/>
    <w:rsid w:val="00B27447"/>
    <w:rsid w:val="00B31C1B"/>
    <w:rsid w:val="00B32F24"/>
    <w:rsid w:val="00B42789"/>
    <w:rsid w:val="00B51861"/>
    <w:rsid w:val="00B56D8B"/>
    <w:rsid w:val="00B632DF"/>
    <w:rsid w:val="00B6795E"/>
    <w:rsid w:val="00B74F68"/>
    <w:rsid w:val="00B806ED"/>
    <w:rsid w:val="00B8092A"/>
    <w:rsid w:val="00B814B2"/>
    <w:rsid w:val="00B82D90"/>
    <w:rsid w:val="00B87338"/>
    <w:rsid w:val="00BA7BF4"/>
    <w:rsid w:val="00BB5FBC"/>
    <w:rsid w:val="00BC1CC5"/>
    <w:rsid w:val="00BC2013"/>
    <w:rsid w:val="00BC62FB"/>
    <w:rsid w:val="00BC63B4"/>
    <w:rsid w:val="00BD3B00"/>
    <w:rsid w:val="00BE706A"/>
    <w:rsid w:val="00BF199D"/>
    <w:rsid w:val="00BF50BB"/>
    <w:rsid w:val="00C00F4B"/>
    <w:rsid w:val="00C220C0"/>
    <w:rsid w:val="00C229E1"/>
    <w:rsid w:val="00C24479"/>
    <w:rsid w:val="00C30279"/>
    <w:rsid w:val="00C3377C"/>
    <w:rsid w:val="00C350F6"/>
    <w:rsid w:val="00C37058"/>
    <w:rsid w:val="00C42852"/>
    <w:rsid w:val="00C502CF"/>
    <w:rsid w:val="00C54D15"/>
    <w:rsid w:val="00C55AAE"/>
    <w:rsid w:val="00C61322"/>
    <w:rsid w:val="00C62828"/>
    <w:rsid w:val="00C667A4"/>
    <w:rsid w:val="00C805C2"/>
    <w:rsid w:val="00C8685A"/>
    <w:rsid w:val="00C95556"/>
    <w:rsid w:val="00C962CE"/>
    <w:rsid w:val="00CA04FC"/>
    <w:rsid w:val="00CA22E4"/>
    <w:rsid w:val="00CA27CE"/>
    <w:rsid w:val="00CB4823"/>
    <w:rsid w:val="00CD13FE"/>
    <w:rsid w:val="00CD151A"/>
    <w:rsid w:val="00CD7837"/>
    <w:rsid w:val="00CE71AE"/>
    <w:rsid w:val="00CF5DEE"/>
    <w:rsid w:val="00D121E6"/>
    <w:rsid w:val="00D129D1"/>
    <w:rsid w:val="00D15D17"/>
    <w:rsid w:val="00D4060A"/>
    <w:rsid w:val="00D438A4"/>
    <w:rsid w:val="00D52F2C"/>
    <w:rsid w:val="00D549C7"/>
    <w:rsid w:val="00D61EDE"/>
    <w:rsid w:val="00D73A4A"/>
    <w:rsid w:val="00D74BFB"/>
    <w:rsid w:val="00D8702A"/>
    <w:rsid w:val="00D97C09"/>
    <w:rsid w:val="00DC20C8"/>
    <w:rsid w:val="00DC70BE"/>
    <w:rsid w:val="00DC774D"/>
    <w:rsid w:val="00DD06EA"/>
    <w:rsid w:val="00DD7B2F"/>
    <w:rsid w:val="00DE0F6B"/>
    <w:rsid w:val="00DE1529"/>
    <w:rsid w:val="00DF5CCA"/>
    <w:rsid w:val="00E01960"/>
    <w:rsid w:val="00E025A6"/>
    <w:rsid w:val="00E11F03"/>
    <w:rsid w:val="00E22BC9"/>
    <w:rsid w:val="00E270AA"/>
    <w:rsid w:val="00E27ACD"/>
    <w:rsid w:val="00E30523"/>
    <w:rsid w:val="00E42C86"/>
    <w:rsid w:val="00E55093"/>
    <w:rsid w:val="00E551BB"/>
    <w:rsid w:val="00E5681C"/>
    <w:rsid w:val="00E576F0"/>
    <w:rsid w:val="00E60BC2"/>
    <w:rsid w:val="00E702C7"/>
    <w:rsid w:val="00E814AA"/>
    <w:rsid w:val="00E95256"/>
    <w:rsid w:val="00EA3D04"/>
    <w:rsid w:val="00EA5590"/>
    <w:rsid w:val="00EB67A5"/>
    <w:rsid w:val="00EC65AF"/>
    <w:rsid w:val="00EC6F86"/>
    <w:rsid w:val="00ED14AE"/>
    <w:rsid w:val="00ED4F65"/>
    <w:rsid w:val="00EF0F68"/>
    <w:rsid w:val="00EF592D"/>
    <w:rsid w:val="00F3037C"/>
    <w:rsid w:val="00F329AE"/>
    <w:rsid w:val="00F47DA9"/>
    <w:rsid w:val="00F61F80"/>
    <w:rsid w:val="00F63415"/>
    <w:rsid w:val="00F64CFF"/>
    <w:rsid w:val="00F73BF0"/>
    <w:rsid w:val="00F74171"/>
    <w:rsid w:val="00F968DF"/>
    <w:rsid w:val="00FA1CC3"/>
    <w:rsid w:val="00FA4C1D"/>
    <w:rsid w:val="00FB0FDE"/>
    <w:rsid w:val="00FC290E"/>
    <w:rsid w:val="00FC6D85"/>
    <w:rsid w:val="00FD1837"/>
    <w:rsid w:val="00FD2A1D"/>
    <w:rsid w:val="00FE2146"/>
    <w:rsid w:val="00FF59E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1AEF91"/>
  <w15:docId w15:val="{EAF9BDC9-3F90-4FDA-829C-879150BEA8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58BA"/>
    <w:pPr>
      <w:spacing w:line="240" w:lineRule="atLeast"/>
    </w:pPr>
    <w:rPr>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8D27BA"/>
    <w:pPr>
      <w:tabs>
        <w:tab w:val="center" w:pos="4536"/>
        <w:tab w:val="right" w:pos="9072"/>
      </w:tabs>
    </w:pPr>
  </w:style>
  <w:style w:type="paragraph" w:styleId="Pieddepage">
    <w:name w:val="footer"/>
    <w:basedOn w:val="Normal"/>
    <w:link w:val="PieddepageCar"/>
    <w:uiPriority w:val="99"/>
    <w:rsid w:val="008D27BA"/>
    <w:pPr>
      <w:tabs>
        <w:tab w:val="center" w:pos="4536"/>
        <w:tab w:val="right" w:pos="9072"/>
      </w:tabs>
    </w:pPr>
  </w:style>
  <w:style w:type="paragraph" w:customStyle="1" w:styleId="m-BlocTitre">
    <w:name w:val="m-BlocTitre"/>
    <w:basedOn w:val="Normal"/>
    <w:rsid w:val="008D27BA"/>
    <w:pPr>
      <w:jc w:val="center"/>
    </w:pPr>
    <w:rPr>
      <w:rFonts w:ascii="Liberation Serif" w:hAnsi="Liberation Serif" w:cs="Liberation Serif"/>
      <w:color w:val="999999"/>
      <w:w w:val="93"/>
      <w:sz w:val="22"/>
      <w:szCs w:val="22"/>
    </w:rPr>
  </w:style>
  <w:style w:type="paragraph" w:customStyle="1" w:styleId="m-BlocEntete">
    <w:name w:val="m-BlocEntete"/>
    <w:basedOn w:val="Normal"/>
    <w:rsid w:val="008D27BA"/>
    <w:pPr>
      <w:jc w:val="both"/>
    </w:pPr>
    <w:rPr>
      <w:rFonts w:ascii="Liberation Serif" w:hAnsi="Liberation Serif" w:cs="Liberation Serif"/>
      <w:i/>
      <w:iCs/>
      <w:szCs w:val="20"/>
    </w:rPr>
  </w:style>
  <w:style w:type="paragraph" w:customStyle="1" w:styleId="m-BlocEmetteur">
    <w:name w:val="m-BlocEmetteur"/>
    <w:basedOn w:val="Normal"/>
    <w:rsid w:val="008D27BA"/>
    <w:pPr>
      <w:jc w:val="both"/>
    </w:pPr>
    <w:rPr>
      <w:rFonts w:ascii="Liberation Serif" w:hAnsi="Liberation Serif" w:cs="Liberation Serif"/>
      <w:i/>
      <w:iCs/>
      <w:w w:val="93"/>
      <w:sz w:val="18"/>
      <w:szCs w:val="18"/>
    </w:rPr>
  </w:style>
  <w:style w:type="paragraph" w:customStyle="1" w:styleId="m-BlocReference">
    <w:name w:val="m-BlocReference"/>
    <w:basedOn w:val="Normal"/>
    <w:rsid w:val="008D27BA"/>
    <w:pPr>
      <w:jc w:val="both"/>
    </w:pPr>
    <w:rPr>
      <w:rFonts w:ascii="Liberation Sans" w:eastAsia="Arial Unicode MS" w:hAnsi="Liberation Sans" w:cs="Liberation Sans"/>
      <w:w w:val="88"/>
      <w:sz w:val="16"/>
      <w:szCs w:val="16"/>
    </w:rPr>
  </w:style>
  <w:style w:type="paragraph" w:customStyle="1" w:styleId="m-BlocReference2">
    <w:name w:val="m-BlocReference2"/>
    <w:basedOn w:val="m-BlocReference"/>
    <w:rsid w:val="008D27BA"/>
    <w:pPr>
      <w:spacing w:after="102"/>
    </w:pPr>
  </w:style>
  <w:style w:type="paragraph" w:customStyle="1" w:styleId="m-siteweb">
    <w:name w:val="m-site web"/>
    <w:basedOn w:val="Normal"/>
    <w:rsid w:val="008D27BA"/>
    <w:pPr>
      <w:spacing w:after="260"/>
      <w:jc w:val="both"/>
    </w:pPr>
    <w:rPr>
      <w:rFonts w:ascii="Liberation Sans" w:hAnsi="Liberation Sans" w:cs="Liberation Sans"/>
      <w:i/>
      <w:iCs/>
      <w:w w:val="93"/>
      <w:sz w:val="13"/>
      <w:szCs w:val="13"/>
    </w:rPr>
  </w:style>
  <w:style w:type="paragraph" w:customStyle="1" w:styleId="Contenudetableau">
    <w:name w:val="Contenu de tableau"/>
    <w:basedOn w:val="Corpsdetexte"/>
    <w:rsid w:val="008D27BA"/>
    <w:pPr>
      <w:suppressLineNumbers/>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customStyle="1" w:styleId="Contenuducadre">
    <w:name w:val="Contenu du cadre"/>
    <w:basedOn w:val="Corpsdetexte"/>
    <w:rsid w:val="008D27BA"/>
    <w:pPr>
      <w:shd w:val="clear" w:color="auto" w:fill="FFFFFF"/>
      <w:suppressAutoHyphens/>
      <w:spacing w:after="260"/>
      <w:jc w:val="center"/>
    </w:pPr>
    <w:rPr>
      <w:rFonts w:ascii="Liberation Sans" w:hAnsi="Liberation Sans" w:cs="Liberation Sans"/>
      <w:caps/>
      <w:w w:val="93"/>
      <w:kern w:val="1"/>
      <w:sz w:val="22"/>
      <w:szCs w:val="22"/>
      <w:lang w:eastAsia="ar-SA"/>
    </w:rPr>
  </w:style>
  <w:style w:type="paragraph" w:styleId="Corpsdetexte">
    <w:name w:val="Body Text"/>
    <w:basedOn w:val="Normal"/>
    <w:rsid w:val="008D27BA"/>
    <w:pPr>
      <w:spacing w:after="120"/>
    </w:pPr>
  </w:style>
  <w:style w:type="paragraph" w:customStyle="1" w:styleId="m-adresse">
    <w:name w:val="m-adresse"/>
    <w:basedOn w:val="Normal"/>
    <w:rsid w:val="00B172C2"/>
    <w:pPr>
      <w:jc w:val="right"/>
    </w:pPr>
    <w:rPr>
      <w:rFonts w:ascii="Liberation Sans" w:hAnsi="Liberation Sans" w:cs="Liberation Sans"/>
      <w:w w:val="93"/>
      <w:sz w:val="14"/>
      <w:szCs w:val="14"/>
    </w:rPr>
  </w:style>
  <w:style w:type="paragraph" w:customStyle="1" w:styleId="m-BlocDate">
    <w:name w:val="m-BlocDate"/>
    <w:basedOn w:val="Normal"/>
    <w:rsid w:val="00D129D1"/>
    <w:pPr>
      <w:spacing w:after="260"/>
      <w:jc w:val="both"/>
    </w:pPr>
    <w:rPr>
      <w:rFonts w:ascii="Liberation Sans" w:hAnsi="Liberation Sans" w:cs="Liberation Sans"/>
      <w:szCs w:val="20"/>
    </w:rPr>
  </w:style>
  <w:style w:type="paragraph" w:customStyle="1" w:styleId="m-BlocDestinataire">
    <w:name w:val="m-BlocDestinataire"/>
    <w:basedOn w:val="Normal"/>
    <w:rsid w:val="00D129D1"/>
    <w:pPr>
      <w:jc w:val="both"/>
    </w:pPr>
    <w:rPr>
      <w:rFonts w:ascii="Liberation Sans" w:hAnsi="Liberation Sans" w:cs="Liberation Sans"/>
      <w:w w:val="93"/>
      <w:szCs w:val="20"/>
    </w:rPr>
  </w:style>
  <w:style w:type="paragraph" w:customStyle="1" w:styleId="m-InterTitre1">
    <w:name w:val="m-InterTitre1"/>
    <w:basedOn w:val="Normal"/>
    <w:next w:val="Normal"/>
    <w:rsid w:val="00B06134"/>
    <w:pPr>
      <w:spacing w:after="260"/>
    </w:pPr>
    <w:rPr>
      <w:rFonts w:ascii="Liberation Sans" w:hAnsi="Liberation Sans" w:cs="Liberation Sans"/>
      <w:b/>
      <w:bCs/>
      <w:w w:val="93"/>
    </w:rPr>
  </w:style>
  <w:style w:type="paragraph" w:customStyle="1" w:styleId="m-InterTitre2">
    <w:name w:val="m-InterTitre2"/>
    <w:basedOn w:val="Normal"/>
    <w:next w:val="Normal"/>
    <w:rsid w:val="00B06134"/>
    <w:pPr>
      <w:spacing w:after="260"/>
    </w:pPr>
    <w:rPr>
      <w:rFonts w:ascii="Liberation Sans" w:hAnsi="Liberation Sans" w:cs="Liberation Sans"/>
      <w:i/>
      <w:iCs/>
      <w:w w:val="93"/>
      <w:sz w:val="22"/>
      <w:szCs w:val="22"/>
    </w:rPr>
  </w:style>
  <w:style w:type="paragraph" w:customStyle="1" w:styleId="m-corpstexte">
    <w:name w:val="m-corps texte"/>
    <w:basedOn w:val="Normal"/>
    <w:rsid w:val="00B06134"/>
    <w:pPr>
      <w:spacing w:after="260"/>
      <w:jc w:val="both"/>
    </w:pPr>
    <w:rPr>
      <w:rFonts w:ascii="Liberation Sans" w:hAnsi="Liberation Sans" w:cs="Liberation Sans"/>
      <w:w w:val="93"/>
      <w:szCs w:val="20"/>
    </w:rPr>
  </w:style>
  <w:style w:type="paragraph" w:styleId="Corpsdetexte3">
    <w:name w:val="Body Text 3"/>
    <w:basedOn w:val="Normal"/>
    <w:rsid w:val="007215CA"/>
    <w:pPr>
      <w:spacing w:after="120"/>
    </w:pPr>
    <w:rPr>
      <w:sz w:val="16"/>
      <w:szCs w:val="16"/>
    </w:rPr>
  </w:style>
  <w:style w:type="paragraph" w:styleId="Textedebulles">
    <w:name w:val="Balloon Text"/>
    <w:basedOn w:val="Normal"/>
    <w:semiHidden/>
    <w:rsid w:val="0042051A"/>
    <w:rPr>
      <w:rFonts w:ascii="Tahoma" w:hAnsi="Tahoma" w:cs="Tahoma"/>
      <w:sz w:val="16"/>
      <w:szCs w:val="16"/>
    </w:rPr>
  </w:style>
  <w:style w:type="character" w:styleId="Marquedecommentaire">
    <w:name w:val="annotation reference"/>
    <w:basedOn w:val="Policepardfaut"/>
    <w:semiHidden/>
    <w:rsid w:val="001B4AE0"/>
    <w:rPr>
      <w:sz w:val="16"/>
      <w:szCs w:val="16"/>
    </w:rPr>
  </w:style>
  <w:style w:type="paragraph" w:styleId="Commentaire">
    <w:name w:val="annotation text"/>
    <w:basedOn w:val="Normal"/>
    <w:semiHidden/>
    <w:rsid w:val="001B4AE0"/>
    <w:rPr>
      <w:szCs w:val="20"/>
    </w:rPr>
  </w:style>
  <w:style w:type="paragraph" w:styleId="Objetducommentaire">
    <w:name w:val="annotation subject"/>
    <w:basedOn w:val="Commentaire"/>
    <w:next w:val="Commentaire"/>
    <w:semiHidden/>
    <w:rsid w:val="001B4AE0"/>
    <w:rPr>
      <w:b/>
      <w:bCs/>
    </w:rPr>
  </w:style>
  <w:style w:type="character" w:customStyle="1" w:styleId="En-tteCar">
    <w:name w:val="En-tête Car"/>
    <w:link w:val="En-tte"/>
    <w:rsid w:val="001F0514"/>
    <w:rPr>
      <w:sz w:val="24"/>
      <w:szCs w:val="24"/>
    </w:rPr>
  </w:style>
  <w:style w:type="character" w:customStyle="1" w:styleId="WW8Num3z1">
    <w:name w:val="WW8Num3z1"/>
    <w:rsid w:val="003F23F7"/>
    <w:rPr>
      <w:rFonts w:ascii="Courier New" w:hAnsi="Courier New" w:cs="Courier New"/>
    </w:rPr>
  </w:style>
  <w:style w:type="paragraph" w:styleId="Paragraphedeliste">
    <w:name w:val="List Paragraph"/>
    <w:basedOn w:val="Normal"/>
    <w:uiPriority w:val="34"/>
    <w:qFormat/>
    <w:rsid w:val="008C58BA"/>
    <w:pPr>
      <w:ind w:left="720"/>
      <w:contextualSpacing/>
    </w:pPr>
  </w:style>
  <w:style w:type="character" w:styleId="Lienhypertexte">
    <w:name w:val="Hyperlink"/>
    <w:basedOn w:val="Policepardfaut"/>
    <w:rsid w:val="00F61F80"/>
    <w:rPr>
      <w:color w:val="0000FF" w:themeColor="hyperlink"/>
      <w:u w:val="single"/>
    </w:rPr>
  </w:style>
  <w:style w:type="paragraph" w:customStyle="1" w:styleId="Default">
    <w:name w:val="Default"/>
    <w:rsid w:val="0035593C"/>
    <w:pPr>
      <w:autoSpaceDE w:val="0"/>
      <w:autoSpaceDN w:val="0"/>
      <w:adjustRightInd w:val="0"/>
    </w:pPr>
    <w:rPr>
      <w:rFonts w:ascii="Calibri" w:hAnsi="Calibri" w:cs="Calibri"/>
      <w:color w:val="000000"/>
      <w:sz w:val="24"/>
      <w:szCs w:val="24"/>
    </w:rPr>
  </w:style>
  <w:style w:type="character" w:customStyle="1" w:styleId="PieddepageCar">
    <w:name w:val="Pied de page Car"/>
    <w:basedOn w:val="Policepardfaut"/>
    <w:link w:val="Pieddepage"/>
    <w:uiPriority w:val="99"/>
    <w:rsid w:val="006E6047"/>
    <w:rPr>
      <w:szCs w:val="24"/>
    </w:rPr>
  </w:style>
  <w:style w:type="paragraph" w:styleId="Rvision">
    <w:name w:val="Revision"/>
    <w:hidden/>
    <w:uiPriority w:val="99"/>
    <w:semiHidden/>
    <w:rsid w:val="009D3C42"/>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ignot\Application%20Data\Microsoft\Mod&#232;les\lettre%20ent&#234;te%208-7-9.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lettre entête 8-7-9.dot</Template>
  <TotalTime>4</TotalTime>
  <Pages>1</Pages>
  <Words>334</Words>
  <Characters>1696</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Vivamus suscipit nisl</vt:lpstr>
    </vt:vector>
  </TitlesOfParts>
  <Company>DO</Company>
  <LinksUpToDate>false</LinksUpToDate>
  <CharactersWithSpaces>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Vivamus suscipit nisl</dc:title>
  <dc:creator>Mignot</dc:creator>
  <cp:lastModifiedBy>Martine Lebigre</cp:lastModifiedBy>
  <cp:revision>3</cp:revision>
  <cp:lastPrinted>2021-05-19T09:31:00Z</cp:lastPrinted>
  <dcterms:created xsi:type="dcterms:W3CDTF">2025-07-02T08:57:00Z</dcterms:created>
  <dcterms:modified xsi:type="dcterms:W3CDTF">2025-07-02T08:59:00Z</dcterms:modified>
</cp:coreProperties>
</file>